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A1377A" w:rsidRPr="00A1377A">
        <w:rPr>
          <w:b/>
        </w:rPr>
        <w:t>Oprava trati v úseku Chotětov – Mladá Boleslav - Zajištění geotechnického průzkumu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104476" w:rsidRPr="000C1BBB" w:rsidRDefault="00104476" w:rsidP="0010447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104476" w:rsidRPr="000C1BBB" w:rsidRDefault="00104476" w:rsidP="0010447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104476" w:rsidRPr="000C1BBB" w:rsidRDefault="00104476" w:rsidP="0010447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 xml:space="preserve">Návrh </w:t>
      </w:r>
      <w:r w:rsidRPr="000C1BBB">
        <w:t>smlouvy</w:t>
      </w:r>
    </w:p>
    <w:p w:rsidR="00104476" w:rsidRPr="000C1BBB" w:rsidRDefault="00104476" w:rsidP="0010447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Nález podezřelého předmětu</w:t>
      </w:r>
    </w:p>
    <w:p w:rsidR="00104476" w:rsidRDefault="00104476" w:rsidP="0010447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104476" w:rsidRDefault="00104476" w:rsidP="0010447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Závěrečná zpráva</w:t>
      </w:r>
    </w:p>
    <w:p w:rsidR="00275E95" w:rsidRPr="000C1BBB" w:rsidRDefault="00275E95" w:rsidP="00275E95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bookmarkStart w:id="0" w:name="_GoBack"/>
      <w:bookmarkEnd w:id="0"/>
      <w:r w:rsidRPr="00275E95">
        <w:t>Analýza nebezpečí a hodnocení rizik</w:t>
      </w:r>
    </w:p>
    <w:p w:rsidR="00374707" w:rsidRPr="007364DE" w:rsidRDefault="00374707" w:rsidP="00104476">
      <w:pPr>
        <w:pStyle w:val="Zhlav"/>
        <w:spacing w:before="120"/>
        <w:ind w:left="284"/>
        <w:rPr>
          <w:snapToGrid w:val="0"/>
        </w:rPr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104476" w:rsidRPr="00104476">
        <w:rPr>
          <w:b/>
        </w:rPr>
        <w:t>Oprava trati v úseku Chotětov – Mladá Boleslav - Zajištění geotechnického průzkumu</w:t>
      </w:r>
      <w:r w:rsidRPr="00F05536">
        <w:rPr>
          <w:b/>
        </w:rPr>
        <w:t xml:space="preserve">“ </w:t>
      </w:r>
      <w:r w:rsidR="0010447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</w:t>
      </w:r>
      <w:r w:rsidR="00C45E99">
        <w:t xml:space="preserve"> podkladem pro uzavření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C45E99" w:rsidP="00374707">
      <w:pPr>
        <w:pStyle w:val="Zhlav"/>
        <w:tabs>
          <w:tab w:val="clear" w:pos="4536"/>
          <w:tab w:val="left" w:pos="1843"/>
        </w:tabs>
        <w:ind w:left="284"/>
      </w:pPr>
      <w:r>
        <w:t>Zahájení plnění</w:t>
      </w:r>
      <w:r w:rsidR="00374707" w:rsidRPr="00F05536">
        <w:t xml:space="preserve">: </w:t>
      </w:r>
      <w:r>
        <w:rPr>
          <w:b/>
        </w:rPr>
        <w:t>01. 10. 2020</w:t>
      </w:r>
    </w:p>
    <w:p w:rsidR="00C45E99" w:rsidRDefault="00C45E99" w:rsidP="00374707">
      <w:pPr>
        <w:pStyle w:val="Zhlav"/>
        <w:tabs>
          <w:tab w:val="clear" w:pos="4536"/>
          <w:tab w:val="left" w:pos="1843"/>
        </w:tabs>
        <w:ind w:left="284"/>
      </w:pPr>
      <w:r>
        <w:t xml:space="preserve">Ukončení plnění: </w:t>
      </w:r>
      <w:r>
        <w:rPr>
          <w:b/>
        </w:rPr>
        <w:t>30. 11. 2020</w:t>
      </w:r>
      <w:r w:rsidR="00374707" w:rsidRPr="00F05536">
        <w:t xml:space="preserve"> </w:t>
      </w:r>
    </w:p>
    <w:p w:rsidR="00374707" w:rsidRPr="007364DE" w:rsidRDefault="00C45E99" w:rsidP="00374707">
      <w:pPr>
        <w:pStyle w:val="Zhlav"/>
        <w:tabs>
          <w:tab w:val="clear" w:pos="4536"/>
          <w:tab w:val="left" w:pos="1843"/>
        </w:tabs>
        <w:ind w:left="284"/>
      </w:pPr>
      <w:r>
        <w:t>Ukončení díla:</w:t>
      </w:r>
      <w:r>
        <w:tab/>
      </w:r>
      <w:r w:rsidRPr="00C45E99">
        <w:rPr>
          <w:b/>
        </w:rPr>
        <w:t>20. 12. 2020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C45E99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C45E99">
      <w:pPr>
        <w:numPr>
          <w:ilvl w:val="0"/>
          <w:numId w:val="35"/>
        </w:numPr>
        <w:autoSpaceDE w:val="0"/>
        <w:autoSpaceDN w:val="0"/>
        <w:spacing w:before="120" w:after="12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C45E99">
        <w:t>vybrána a bude uzavřena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E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E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85F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AD76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E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E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0CBD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B451B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4476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75E95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1377A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5E99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5AA09A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1C279D-F5DD-442B-B295-7F6B81BB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51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5</cp:revision>
  <cp:lastPrinted>2017-11-28T17:18:00Z</cp:lastPrinted>
  <dcterms:created xsi:type="dcterms:W3CDTF">2020-09-02T05:52:00Z</dcterms:created>
  <dcterms:modified xsi:type="dcterms:W3CDTF">2020-09-03T07:48:00Z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